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486B73-3E3B-4362-9455-C5948E40B4E7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